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sz w:val="28"/>
          <w:szCs w:val="28"/>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BC3C0C" w:rsidRPr="00BC3C0C">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7B5304" w:rsidRPr="007B5304" w:rsidRDefault="007B5304" w:rsidP="007B5304">
          <w:pPr>
            <w:spacing w:after="200"/>
            <w:rPr>
              <w:smallCaps/>
              <w:sz w:val="28"/>
              <w:szCs w:val="28"/>
            </w:rPr>
          </w:pPr>
          <w:proofErr w:type="gramStart"/>
          <w:r w:rsidRPr="007B5304">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BC3C0C" w:rsidP="004C496E">
          <w:pPr>
            <w:spacing w:after="200"/>
            <w:rPr>
              <w:smallCaps/>
            </w:rPr>
          </w:pPr>
          <w:r w:rsidRPr="00BC3C0C">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BC3C0C">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BA443F">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BA443F">
                        <w:trPr>
                          <w:trHeight w:val="1440"/>
                          <w:jc w:val="center"/>
                        </w:trPr>
                        <w:tc>
                          <w:tcPr>
                            <w:tcW w:w="0" w:type="auto"/>
                            <w:shd w:val="clear" w:color="auto" w:fill="D34817" w:themeFill="accent1"/>
                            <w:vAlign w:val="center"/>
                          </w:tcPr>
                          <w:p w:rsidR="000630A3" w:rsidRDefault="00BC3C0C" w:rsidP="001E2CE0">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640768046"/>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1E2CE0" w:rsidRPr="001E2CE0">
                                  <w:rPr>
                                    <w:rFonts w:ascii="Franklin Gothic Book" w:hAnsi="Franklin Gothic Book"/>
                                    <w:color w:val="FFFFFF"/>
                                    <w:sz w:val="72"/>
                                    <w:szCs w:val="72"/>
                                  </w:rPr>
                                  <w:t>SMART SPECTRUM SENSING SYSTEM</w:t>
                                </w:r>
                              </w:sdtContent>
                            </w:sdt>
                          </w:p>
                        </w:tc>
                      </w:tr>
                      <w:tr w:rsidR="00BA443F">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BA443F">
                        <w:trPr>
                          <w:trHeight w:val="720"/>
                          <w:jc w:val="center"/>
                        </w:trPr>
                        <w:tc>
                          <w:tcPr>
                            <w:tcW w:w="0" w:type="auto"/>
                            <w:vAlign w:val="bottom"/>
                          </w:tcPr>
                          <w:p w:rsidR="000630A3" w:rsidRDefault="00BC3C0C" w:rsidP="00BA443F">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0768047"/>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1E2CE0" w:rsidRPr="001E2CE0">
                                  <w:rPr>
                                    <w:rFonts w:ascii="Perpetua" w:eastAsia="Perpetua" w:hAnsi="Perpetua"/>
                                    <w:color w:val="000000"/>
                                    <w:sz w:val="44"/>
                                    <w:szCs w:val="44"/>
                                    <w:lang w:bidi="ar-EG"/>
                                  </w:rPr>
                                  <w:t xml:space="preserve">   Prof Dr. </w:t>
                                </w:r>
                                <w:proofErr w:type="spellStart"/>
                                <w:r w:rsidR="001E2CE0" w:rsidRPr="001E2CE0">
                                  <w:rPr>
                                    <w:rFonts w:ascii="Perpetua" w:eastAsia="Perpetua" w:hAnsi="Perpetua"/>
                                    <w:color w:val="000000"/>
                                    <w:sz w:val="44"/>
                                    <w:szCs w:val="44"/>
                                    <w:lang w:bidi="ar-EG"/>
                                  </w:rPr>
                                  <w:t>Hazim</w:t>
                                </w:r>
                                <w:proofErr w:type="spellEnd"/>
                                <w:r w:rsidR="001E2CE0" w:rsidRPr="001E2CE0">
                                  <w:rPr>
                                    <w:rFonts w:ascii="Perpetua" w:eastAsia="Perpetua" w:hAnsi="Perpetua"/>
                                    <w:color w:val="000000"/>
                                    <w:sz w:val="44"/>
                                    <w:szCs w:val="44"/>
                                    <w:lang w:bidi="ar-EG"/>
                                  </w:rPr>
                                  <w:t xml:space="preserve"> Tawfik</w:t>
                                </w:r>
                              </w:sdtContent>
                            </w:sdt>
                          </w:p>
                        </w:tc>
                      </w:tr>
                    </w:tbl>
                    <w:p w:rsidR="000630A3" w:rsidRDefault="001E2CE0" w:rsidP="001E2CE0">
                      <w:pPr>
                        <w:jc w:val="center"/>
                      </w:pPr>
                      <w:r w:rsidRPr="001E2CE0">
                        <w:rPr>
                          <w:sz w:val="28"/>
                          <w:szCs w:val="28"/>
                        </w:rPr>
                        <w:t>Hazim.tawfik@gmail.com</w:t>
                      </w:r>
                    </w:p>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4"/>
            <w:gridCol w:w="4822"/>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BA443F" w:rsidRDefault="001E2CE0" w:rsidP="001F7883">
                <w:pPr>
                  <w:spacing w:after="200" w:line="240" w:lineRule="auto"/>
                  <w:rPr>
                    <w:rFonts w:cs="Arabic Transparent"/>
                    <w:smallCaps/>
                    <w:sz w:val="28"/>
                    <w:szCs w:val="28"/>
                  </w:rPr>
                </w:pPr>
                <w:r w:rsidRPr="001E2CE0">
                  <w:rPr>
                    <w:rFonts w:cs="Arabic Transparent"/>
                    <w:smallCaps/>
                    <w:sz w:val="28"/>
                    <w:szCs w:val="28"/>
                  </w:rPr>
                  <w:t xml:space="preserve">Ashraf Ibrahim Mohamed </w:t>
                </w:r>
                <w:proofErr w:type="spellStart"/>
                <w:r w:rsidRPr="001E2CE0">
                  <w:rPr>
                    <w:rFonts w:cs="Arabic Transparent"/>
                    <w:smallCaps/>
                    <w:sz w:val="28"/>
                    <w:szCs w:val="28"/>
                  </w:rPr>
                  <w:t>Roshdy</w:t>
                </w:r>
                <w:proofErr w:type="spellEnd"/>
                <w:r w:rsidRPr="001E2CE0">
                  <w:rPr>
                    <w:rFonts w:cs="Arabic Transparent"/>
                    <w:smallCaps/>
                    <w:sz w:val="28"/>
                    <w:szCs w:val="28"/>
                  </w:rPr>
                  <w:t xml:space="preserve">   </w:t>
                </w:r>
              </w:p>
            </w:tc>
            <w:tc>
              <w:tcPr>
                <w:tcW w:w="4788" w:type="dxa"/>
              </w:tcPr>
              <w:p w:rsidR="004C496E" w:rsidRPr="00BA443F" w:rsidRDefault="001E2CE0" w:rsidP="001E2CE0">
                <w:pPr>
                  <w:spacing w:after="200" w:line="240" w:lineRule="auto"/>
                  <w:rPr>
                    <w:rFonts w:cs="Arabic Transparent"/>
                    <w:smallCaps/>
                    <w:sz w:val="28"/>
                    <w:szCs w:val="28"/>
                  </w:rPr>
                </w:pPr>
                <w:r w:rsidRPr="001E2CE0">
                  <w:rPr>
                    <w:rFonts w:cs="Arabic Transparent"/>
                    <w:smallCaps/>
                    <w:sz w:val="28"/>
                    <w:szCs w:val="28"/>
                  </w:rPr>
                  <w:t>irashraf_e.20@hotmail.com</w:t>
                </w:r>
              </w:p>
            </w:tc>
          </w:tr>
          <w:tr w:rsidR="004C496E" w:rsidRPr="00C00125" w:rsidTr="001F7883">
            <w:tc>
              <w:tcPr>
                <w:tcW w:w="4788" w:type="dxa"/>
              </w:tcPr>
              <w:p w:rsidR="004C496E" w:rsidRPr="00BA443F" w:rsidRDefault="001E2CE0" w:rsidP="001F7883">
                <w:pPr>
                  <w:spacing w:after="200" w:line="240" w:lineRule="auto"/>
                  <w:rPr>
                    <w:rFonts w:cs="Arabic Transparent"/>
                    <w:smallCaps/>
                    <w:sz w:val="28"/>
                    <w:szCs w:val="28"/>
                  </w:rPr>
                </w:pPr>
                <w:r w:rsidRPr="001E2CE0">
                  <w:rPr>
                    <w:rFonts w:cs="Arabic Transparent"/>
                    <w:smallCaps/>
                    <w:sz w:val="28"/>
                    <w:szCs w:val="28"/>
                  </w:rPr>
                  <w:t xml:space="preserve">Ahmed Mohamed Ismail     </w:t>
                </w:r>
              </w:p>
            </w:tc>
            <w:tc>
              <w:tcPr>
                <w:tcW w:w="4788" w:type="dxa"/>
              </w:tcPr>
              <w:p w:rsidR="004C496E" w:rsidRPr="00BA443F" w:rsidRDefault="001E2CE0" w:rsidP="001E2CE0">
                <w:pPr>
                  <w:spacing w:after="200" w:line="240" w:lineRule="auto"/>
                  <w:rPr>
                    <w:rFonts w:cs="Arabic Transparent"/>
                    <w:smallCaps/>
                    <w:sz w:val="28"/>
                    <w:szCs w:val="28"/>
                  </w:rPr>
                </w:pPr>
                <w:r w:rsidRPr="001E2CE0">
                  <w:rPr>
                    <w:rFonts w:cs="Arabic Transparent"/>
                    <w:smallCaps/>
                    <w:sz w:val="28"/>
                    <w:szCs w:val="28"/>
                  </w:rPr>
                  <w:t>eng_ahmed_mohamed_2008@yahoo.com</w:t>
                </w:r>
              </w:p>
            </w:tc>
          </w:tr>
          <w:tr w:rsidR="004C496E" w:rsidRPr="00C00125" w:rsidTr="001F7883">
            <w:tc>
              <w:tcPr>
                <w:tcW w:w="4788" w:type="dxa"/>
              </w:tcPr>
              <w:p w:rsidR="004C496E" w:rsidRPr="00BA443F" w:rsidRDefault="001E2CE0" w:rsidP="001E2CE0">
                <w:pPr>
                  <w:spacing w:after="200" w:line="240" w:lineRule="auto"/>
                  <w:rPr>
                    <w:rFonts w:cs="Arabic Transparent"/>
                    <w:smallCaps/>
                    <w:sz w:val="28"/>
                    <w:szCs w:val="28"/>
                  </w:rPr>
                </w:pPr>
                <w:r w:rsidRPr="001E2CE0">
                  <w:rPr>
                    <w:rFonts w:cs="Arabic Transparent"/>
                    <w:smallCaps/>
                    <w:sz w:val="28"/>
                    <w:szCs w:val="28"/>
                  </w:rPr>
                  <w:t xml:space="preserve">Ahmed Mohamed </w:t>
                </w:r>
                <w:proofErr w:type="spellStart"/>
                <w:r w:rsidRPr="001E2CE0">
                  <w:rPr>
                    <w:rFonts w:cs="Arabic Transparent"/>
                    <w:smallCaps/>
                    <w:sz w:val="28"/>
                    <w:szCs w:val="28"/>
                  </w:rPr>
                  <w:t>Nabih</w:t>
                </w:r>
                <w:proofErr w:type="spellEnd"/>
                <w:r w:rsidRPr="001E2CE0">
                  <w:rPr>
                    <w:rFonts w:cs="Arabic Transparent"/>
                    <w:smallCaps/>
                    <w:sz w:val="28"/>
                    <w:szCs w:val="28"/>
                  </w:rPr>
                  <w:t xml:space="preserve"> Mohamed</w:t>
                </w:r>
              </w:p>
            </w:tc>
            <w:tc>
              <w:tcPr>
                <w:tcW w:w="4788" w:type="dxa"/>
              </w:tcPr>
              <w:p w:rsidR="004C496E" w:rsidRPr="00BA443F" w:rsidRDefault="001E2CE0" w:rsidP="001E2CE0">
                <w:pPr>
                  <w:spacing w:after="200" w:line="240" w:lineRule="auto"/>
                  <w:rPr>
                    <w:rFonts w:cs="Arabic Transparent"/>
                    <w:smallCaps/>
                    <w:sz w:val="28"/>
                    <w:szCs w:val="28"/>
                  </w:rPr>
                </w:pPr>
                <w:r w:rsidRPr="001E2CE0">
                  <w:rPr>
                    <w:rFonts w:cs="Arabic Transparent"/>
                    <w:smallCaps/>
                    <w:sz w:val="28"/>
                    <w:szCs w:val="28"/>
                  </w:rPr>
                  <w:t>nabieh_ahmed@yahoo.com</w:t>
                </w:r>
              </w:p>
            </w:tc>
          </w:tr>
          <w:tr w:rsidR="004C496E" w:rsidRPr="00C00125" w:rsidTr="001F7883">
            <w:tc>
              <w:tcPr>
                <w:tcW w:w="4788" w:type="dxa"/>
              </w:tcPr>
              <w:p w:rsidR="004C496E" w:rsidRPr="00BA443F" w:rsidRDefault="001E2CE0" w:rsidP="001F7883">
                <w:pPr>
                  <w:spacing w:after="200" w:line="240" w:lineRule="auto"/>
                  <w:rPr>
                    <w:rFonts w:cs="Arabic Transparent"/>
                    <w:smallCaps/>
                    <w:sz w:val="28"/>
                    <w:szCs w:val="28"/>
                  </w:rPr>
                </w:pPr>
                <w:proofErr w:type="spellStart"/>
                <w:r w:rsidRPr="001E2CE0">
                  <w:rPr>
                    <w:rFonts w:cs="Arabic Transparent"/>
                    <w:smallCaps/>
                    <w:sz w:val="28"/>
                    <w:szCs w:val="28"/>
                  </w:rPr>
                  <w:t>Akram</w:t>
                </w:r>
                <w:proofErr w:type="spellEnd"/>
                <w:r w:rsidRPr="001E2CE0">
                  <w:rPr>
                    <w:rFonts w:cs="Arabic Transparent"/>
                    <w:smallCaps/>
                    <w:sz w:val="28"/>
                    <w:szCs w:val="28"/>
                  </w:rPr>
                  <w:t xml:space="preserve"> </w:t>
                </w:r>
                <w:proofErr w:type="spellStart"/>
                <w:r w:rsidRPr="001E2CE0">
                  <w:rPr>
                    <w:rFonts w:cs="Arabic Transparent"/>
                    <w:smallCaps/>
                    <w:sz w:val="28"/>
                    <w:szCs w:val="28"/>
                  </w:rPr>
                  <w:t>Abou</w:t>
                </w:r>
                <w:proofErr w:type="spellEnd"/>
                <w:r w:rsidRPr="001E2CE0">
                  <w:rPr>
                    <w:rFonts w:cs="Arabic Transparent"/>
                    <w:smallCaps/>
                    <w:sz w:val="28"/>
                    <w:szCs w:val="28"/>
                  </w:rPr>
                  <w:t xml:space="preserve"> El </w:t>
                </w:r>
                <w:proofErr w:type="spellStart"/>
                <w:r w:rsidRPr="001E2CE0">
                  <w:rPr>
                    <w:rFonts w:cs="Arabic Transparent"/>
                    <w:smallCaps/>
                    <w:sz w:val="28"/>
                    <w:szCs w:val="28"/>
                  </w:rPr>
                  <w:t>Kasem</w:t>
                </w:r>
                <w:proofErr w:type="spellEnd"/>
                <w:r w:rsidRPr="001E2CE0">
                  <w:rPr>
                    <w:rFonts w:cs="Arabic Transparent"/>
                    <w:smallCaps/>
                    <w:sz w:val="28"/>
                    <w:szCs w:val="28"/>
                  </w:rPr>
                  <w:t xml:space="preserve"> Ali </w:t>
                </w:r>
                <w:proofErr w:type="spellStart"/>
                <w:r w:rsidRPr="001E2CE0">
                  <w:rPr>
                    <w:rFonts w:cs="Arabic Transparent"/>
                    <w:smallCaps/>
                    <w:sz w:val="28"/>
                    <w:szCs w:val="28"/>
                  </w:rPr>
                  <w:t>Kasem</w:t>
                </w:r>
                <w:proofErr w:type="spellEnd"/>
                <w:r w:rsidRPr="001E2CE0">
                  <w:rPr>
                    <w:rFonts w:cs="Arabic Transparent"/>
                    <w:smallCaps/>
                    <w:sz w:val="28"/>
                    <w:szCs w:val="28"/>
                  </w:rPr>
                  <w:t xml:space="preserve">    </w:t>
                </w:r>
              </w:p>
            </w:tc>
            <w:tc>
              <w:tcPr>
                <w:tcW w:w="4788" w:type="dxa"/>
              </w:tcPr>
              <w:p w:rsidR="004C496E" w:rsidRPr="00BA443F" w:rsidRDefault="001E2CE0" w:rsidP="001E2CE0">
                <w:pPr>
                  <w:spacing w:after="200" w:line="240" w:lineRule="auto"/>
                  <w:rPr>
                    <w:rFonts w:cs="Arabic Transparent"/>
                    <w:smallCaps/>
                    <w:sz w:val="28"/>
                    <w:szCs w:val="28"/>
                  </w:rPr>
                </w:pPr>
                <w:r w:rsidRPr="001E2CE0">
                  <w:rPr>
                    <w:rFonts w:cs="Arabic Transparent"/>
                    <w:smallCaps/>
                    <w:sz w:val="28"/>
                    <w:szCs w:val="28"/>
                  </w:rPr>
                  <w:t>akram_aboelkasim@yahoo.com</w:t>
                </w:r>
              </w:p>
            </w:tc>
          </w:tr>
          <w:tr w:rsidR="004C496E" w:rsidRPr="00C00125" w:rsidTr="001F7883">
            <w:tc>
              <w:tcPr>
                <w:tcW w:w="4788" w:type="dxa"/>
              </w:tcPr>
              <w:p w:rsidR="004C496E" w:rsidRPr="00BA443F" w:rsidRDefault="001E2CE0" w:rsidP="001F7883">
                <w:pPr>
                  <w:spacing w:after="200" w:line="240" w:lineRule="auto"/>
                  <w:rPr>
                    <w:rFonts w:cs="Arabic Transparent"/>
                    <w:smallCaps/>
                    <w:sz w:val="28"/>
                    <w:szCs w:val="28"/>
                  </w:rPr>
                </w:pPr>
                <w:r w:rsidRPr="001E2CE0">
                  <w:rPr>
                    <w:rFonts w:cs="Arabic Transparent"/>
                    <w:smallCaps/>
                    <w:sz w:val="28"/>
                    <w:szCs w:val="28"/>
                  </w:rPr>
                  <w:t xml:space="preserve">Mohamed Ahmed Kamel Mahmoud       </w:t>
                </w:r>
              </w:p>
            </w:tc>
            <w:tc>
              <w:tcPr>
                <w:tcW w:w="4788" w:type="dxa"/>
              </w:tcPr>
              <w:p w:rsidR="004C496E" w:rsidRPr="00BA443F" w:rsidRDefault="001E2CE0" w:rsidP="001E2CE0">
                <w:pPr>
                  <w:spacing w:after="200" w:line="240" w:lineRule="auto"/>
                  <w:rPr>
                    <w:rFonts w:cs="Arabic Transparent"/>
                    <w:smallCaps/>
                    <w:sz w:val="28"/>
                    <w:szCs w:val="28"/>
                  </w:rPr>
                </w:pPr>
                <w:r w:rsidRPr="001E2CE0">
                  <w:rPr>
                    <w:rFonts w:cs="Arabic Transparent"/>
                    <w:smallCaps/>
                    <w:sz w:val="28"/>
                    <w:szCs w:val="28"/>
                  </w:rPr>
                  <w:t>murder_inc_9873@yahoo.com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BC3C0C" w:rsidP="00BA443F">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1E2CE0">
            <w:rPr>
              <w:smallCaps w:val="0"/>
            </w:rPr>
            <w:t>SMART SPECTRUM SENSING SYSTEM</w:t>
          </w:r>
        </w:sdtContent>
      </w:sdt>
    </w:p>
    <w:p w:rsidR="000630A3" w:rsidRDefault="00BC3C0C">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1E2CE0">
            <w:t xml:space="preserve">   Prof Dr. </w:t>
          </w:r>
          <w:proofErr w:type="spellStart"/>
          <w:r w:rsidR="001E2CE0">
            <w:t>Hazim</w:t>
          </w:r>
          <w:proofErr w:type="spellEnd"/>
          <w:r w:rsidR="001E2CE0">
            <w:t xml:space="preserve"> Tawfik</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FD6894" w:rsidRPr="00FD6894" w:rsidRDefault="00FD6894" w:rsidP="00FD6894">
      <w:pPr>
        <w:rPr>
          <w:color w:val="auto"/>
          <w:sz w:val="32"/>
          <w:szCs w:val="32"/>
        </w:rPr>
      </w:pPr>
      <w:r w:rsidRPr="00FD6894">
        <w:rPr>
          <w:color w:val="auto"/>
          <w:sz w:val="32"/>
          <w:szCs w:val="32"/>
        </w:rPr>
        <w:t xml:space="preserve">Wireless telecommunications are growing very rapidly. This leads to increasing the spectrum demanded. Therefore, better utilization of the entire spectrum is needed. </w:t>
      </w:r>
    </w:p>
    <w:p w:rsidR="00FD6894" w:rsidRPr="00FD6894" w:rsidRDefault="00FD6894" w:rsidP="00FD6894">
      <w:pPr>
        <w:rPr>
          <w:color w:val="auto"/>
          <w:sz w:val="32"/>
          <w:szCs w:val="32"/>
        </w:rPr>
      </w:pPr>
      <w:r w:rsidRPr="00FD6894">
        <w:rPr>
          <w:color w:val="auto"/>
          <w:sz w:val="32"/>
          <w:szCs w:val="32"/>
        </w:rPr>
        <w:t xml:space="preserve">Our objective is to design a smart system aware of its surrounding environment by sensing RF spectrum at different ranges including: Global System for Mobile Communications(GSM) operating at 900 MHz, Digital Cellular System(DCS) operating at 1800 MHz, FM range (88-108 MHz), etc…, and detecting the spectrum holes. Based on specific parameters, it can take the suitable decisions to get the best utilization of the spectrum.  </w:t>
      </w:r>
    </w:p>
    <w:p w:rsidR="00BA443F" w:rsidRDefault="00FD6894" w:rsidP="00FD6894">
      <w:pPr>
        <w:rPr>
          <w:b/>
          <w:bCs/>
          <w:smallCaps/>
          <w:color w:val="D34817"/>
          <w:sz w:val="44"/>
          <w:szCs w:val="44"/>
          <w:u w:val="single"/>
          <w:lang w:bidi="ar-EG"/>
        </w:rPr>
      </w:pPr>
      <w:r w:rsidRPr="00FD6894">
        <w:rPr>
          <w:color w:val="auto"/>
          <w:sz w:val="32"/>
          <w:szCs w:val="32"/>
        </w:rPr>
        <w:t xml:space="preserve">  Spectrum  sensing  can  be  implemented  using  two  different  techniques,  namely  Energy Detection(ED) or Matched Filter (MF). The added  value of this project  is the  implementation of the  two  mentioned  techniques  using  GNU  Radio  and  Universal  Software  Radio  Peripheral (USRP).</w:t>
      </w: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FD6894" w:rsidRPr="00FD6894" w:rsidRDefault="00FD6894" w:rsidP="00FD6894">
      <w:pPr>
        <w:rPr>
          <w:color w:val="auto"/>
          <w:sz w:val="32"/>
          <w:szCs w:val="32"/>
        </w:rPr>
      </w:pPr>
      <w:r w:rsidRPr="00FD6894">
        <w:rPr>
          <w:color w:val="auto"/>
          <w:sz w:val="32"/>
          <w:szCs w:val="32"/>
        </w:rPr>
        <w:t xml:space="preserve">Spectrum is a very valuable resource in wireless communication systems, and it has been an interesting point for research and development efforts over the last </w:t>
      </w:r>
    </w:p>
    <w:p w:rsidR="00FD6894" w:rsidRPr="00FD6894" w:rsidRDefault="00FD6894" w:rsidP="00FD6894">
      <w:pPr>
        <w:rPr>
          <w:color w:val="auto"/>
          <w:sz w:val="32"/>
          <w:szCs w:val="32"/>
        </w:rPr>
      </w:pPr>
      <w:proofErr w:type="gramStart"/>
      <w:r w:rsidRPr="00FD6894">
        <w:rPr>
          <w:color w:val="auto"/>
          <w:sz w:val="32"/>
          <w:szCs w:val="32"/>
        </w:rPr>
        <w:t>several</w:t>
      </w:r>
      <w:proofErr w:type="gramEnd"/>
      <w:r w:rsidRPr="00FD6894">
        <w:rPr>
          <w:color w:val="auto"/>
          <w:sz w:val="32"/>
          <w:szCs w:val="32"/>
        </w:rPr>
        <w:t xml:space="preserve"> decades.   In  this  project  the  challenge  of  spectrum  congestion  was  discussed.  It was  found  that most  of  the  operators  did  not  use  their  specified  band  with  the  best  efficiency.  The  spectrum-sensing  concept  was  introduced  to  help  in  solving  this  problem.  The  whole  system  was implemented  using  USRP  kit  and  GNU  radio  software.  </w:t>
      </w:r>
      <w:proofErr w:type="gramStart"/>
      <w:r w:rsidRPr="00FD6894">
        <w:rPr>
          <w:color w:val="auto"/>
          <w:sz w:val="32"/>
          <w:szCs w:val="32"/>
        </w:rPr>
        <w:t>The  system</w:t>
      </w:r>
      <w:proofErr w:type="gramEnd"/>
      <w:r w:rsidRPr="00FD6894">
        <w:rPr>
          <w:color w:val="auto"/>
          <w:sz w:val="32"/>
          <w:szCs w:val="32"/>
        </w:rPr>
        <w:t xml:space="preserve">  was  used  to  detect  the channels and the holes in the GSM band </w:t>
      </w:r>
    </w:p>
    <w:p w:rsidR="00401D74" w:rsidRPr="00FD6894" w:rsidRDefault="00FD6894" w:rsidP="00FD6894">
      <w:pPr>
        <w:rPr>
          <w:color w:val="auto"/>
          <w:sz w:val="32"/>
          <w:szCs w:val="32"/>
        </w:rPr>
      </w:pPr>
      <w:r w:rsidRPr="00FD6894">
        <w:rPr>
          <w:color w:val="auto"/>
          <w:sz w:val="32"/>
          <w:szCs w:val="32"/>
        </w:rPr>
        <w:lastRenderedPageBreak/>
        <w:t xml:space="preserve">  Energy  detection  and  matching  algorithms  were  introduced  to  enable  spectrum  sensing. </w:t>
      </w:r>
      <w:proofErr w:type="gramStart"/>
      <w:r w:rsidRPr="00FD6894">
        <w:rPr>
          <w:color w:val="auto"/>
          <w:sz w:val="32"/>
          <w:szCs w:val="32"/>
        </w:rPr>
        <w:t>The  energy</w:t>
      </w:r>
      <w:proofErr w:type="gramEnd"/>
      <w:r w:rsidRPr="00FD6894">
        <w:rPr>
          <w:color w:val="auto"/>
          <w:sz w:val="32"/>
          <w:szCs w:val="32"/>
        </w:rPr>
        <w:t xml:space="preserve">  detection  was  discussed.  </w:t>
      </w:r>
      <w:proofErr w:type="gramStart"/>
      <w:r w:rsidRPr="00FD6894">
        <w:rPr>
          <w:color w:val="auto"/>
          <w:sz w:val="32"/>
          <w:szCs w:val="32"/>
        </w:rPr>
        <w:t>A  smart</w:t>
      </w:r>
      <w:proofErr w:type="gramEnd"/>
      <w:r w:rsidRPr="00FD6894">
        <w:rPr>
          <w:color w:val="auto"/>
          <w:sz w:val="32"/>
          <w:szCs w:val="32"/>
        </w:rPr>
        <w:t xml:space="preserve">  method  for  calculating  the  threshold  of  detection dynamically based on environmental measurements was introduced.   The results of the energy detector based system were tested and verified using TEMS.  Next  the  waveform-based  method  was  introduced  to  fix  the  problems  of  the  energy detection, e.g. the unreliable results of the energy detection under heavy noise.        </w:t>
      </w:r>
    </w:p>
    <w:p w:rsidR="00401D74" w:rsidRPr="00FD6894" w:rsidRDefault="00401D74" w:rsidP="00401D74">
      <w:pPr>
        <w:rPr>
          <w:color w:val="auto"/>
          <w:sz w:val="32"/>
          <w:szCs w:val="32"/>
        </w:rPr>
      </w:pPr>
    </w:p>
    <w:p w:rsidR="00401D74" w:rsidRPr="00FD6894" w:rsidRDefault="00401D74" w:rsidP="00401D74">
      <w:pPr>
        <w:rPr>
          <w:color w:val="auto"/>
          <w:sz w:val="32"/>
          <w:szCs w:val="32"/>
        </w:rPr>
      </w:pPr>
    </w:p>
    <w:p w:rsidR="00401D74" w:rsidRPr="00FD6894" w:rsidRDefault="00401D74" w:rsidP="00401D74">
      <w:pPr>
        <w:rPr>
          <w:color w:val="auto"/>
          <w:sz w:val="32"/>
          <w:szCs w:val="32"/>
        </w:rPr>
      </w:pPr>
    </w:p>
    <w:p w:rsidR="000630A3" w:rsidRPr="00FD6894" w:rsidRDefault="000630A3" w:rsidP="00401D74">
      <w:pPr>
        <w:rPr>
          <w:color w:val="auto"/>
          <w:sz w:val="32"/>
          <w:szCs w:val="32"/>
        </w:rPr>
      </w:pPr>
    </w:p>
    <w:sectPr w:rsidR="000630A3" w:rsidRPr="00FD6894"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0AE" w:rsidRDefault="005A20AE">
      <w:pPr>
        <w:spacing w:after="0" w:line="240" w:lineRule="auto"/>
      </w:pPr>
      <w:r>
        <w:separator/>
      </w:r>
    </w:p>
  </w:endnote>
  <w:endnote w:type="continuationSeparator" w:id="0">
    <w:p w:rsidR="005A20AE" w:rsidRDefault="005A20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BC3C0C">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BC3C0C">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1E2CE0">
                      <w:rPr>
                        <w:rFonts w:asciiTheme="majorHAnsi" w:hAnsiTheme="majorHAnsi"/>
                        <w:color w:val="7F7F7F" w:themeColor="text1" w:themeTint="80"/>
                        <w:sz w:val="20"/>
                      </w:rPr>
                      <w:t>SMART SPECTRUM SENSING SYSTEM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BC3C0C">
                <w:pPr>
                  <w:pStyle w:val="NoSpacing"/>
                  <w:jc w:val="center"/>
                  <w:rPr>
                    <w:color w:val="FFFFFF" w:themeColor="background1"/>
                    <w:sz w:val="40"/>
                    <w:szCs w:val="40"/>
                  </w:rPr>
                </w:pPr>
                <w:fldSimple w:instr=" PAGE  \* Arabic  \* MERGEFORMAT ">
                  <w:r w:rsidR="001A4ABA" w:rsidRPr="001A4ABA">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BC3C0C">
    <w:pPr>
      <w:rPr>
        <w:sz w:val="20"/>
      </w:rPr>
    </w:pPr>
    <w:r w:rsidRPr="00BC3C0C">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BC3C0C">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1E2CE0">
                      <w:rPr>
                        <w:rFonts w:asciiTheme="majorHAnsi" w:hAnsiTheme="majorHAnsi"/>
                        <w:color w:val="7F7F7F" w:themeColor="text1" w:themeTint="80"/>
                        <w:sz w:val="20"/>
                      </w:rPr>
                      <w:t>SMART SPECTRUM SENSING SYSTEM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BC3C0C">
                <w:pPr>
                  <w:pStyle w:val="NoSpacing"/>
                  <w:jc w:val="center"/>
                  <w:rPr>
                    <w:color w:val="FFFFFF" w:themeColor="background1"/>
                    <w:sz w:val="40"/>
                    <w:szCs w:val="40"/>
                  </w:rPr>
                </w:pPr>
                <w:fldSimple w:instr=" PAGE  \* Arabic  \* MERGEFORMAT ">
                  <w:r w:rsidR="001A4ABA" w:rsidRPr="001A4ABA">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0AE" w:rsidRDefault="005A20AE">
      <w:pPr>
        <w:spacing w:after="0" w:line="240" w:lineRule="auto"/>
      </w:pPr>
      <w:r>
        <w:separator/>
      </w:r>
    </w:p>
  </w:footnote>
  <w:footnote w:type="continuationSeparator" w:id="0">
    <w:p w:rsidR="005A20AE" w:rsidRDefault="005A20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1A4ABA"/>
    <w:rsid w:val="001E2CE0"/>
    <w:rsid w:val="00401D74"/>
    <w:rsid w:val="004166C2"/>
    <w:rsid w:val="004C496E"/>
    <w:rsid w:val="005A20AE"/>
    <w:rsid w:val="006173EC"/>
    <w:rsid w:val="007B5304"/>
    <w:rsid w:val="007E5FC9"/>
    <w:rsid w:val="00991944"/>
    <w:rsid w:val="00A13098"/>
    <w:rsid w:val="00B01407"/>
    <w:rsid w:val="00BA443F"/>
    <w:rsid w:val="00BC3C0C"/>
    <w:rsid w:val="00E303E8"/>
    <w:rsid w:val="00FA036E"/>
    <w:rsid w:val="00FD68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C61CE9"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C61CE9"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C61CE9"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C61CE9"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7F2661"/>
    <w:rsid w:val="0092631E"/>
    <w:rsid w:val="00A34156"/>
    <w:rsid w:val="00C61CE9"/>
    <w:rsid w:val="00E26C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E9"/>
    <w:pPr>
      <w:bidi/>
    </w:pPr>
  </w:style>
  <w:style w:type="paragraph" w:styleId="Heading1">
    <w:name w:val="heading 1"/>
    <w:basedOn w:val="Normal"/>
    <w:next w:val="Normal"/>
    <w:link w:val="Heading1Char"/>
    <w:uiPriority w:val="9"/>
    <w:qFormat/>
    <w:rsid w:val="00C61CE9"/>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C61CE9"/>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C61CE9"/>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C61CE9"/>
    <w:pPr>
      <w:bidi/>
    </w:pPr>
  </w:style>
  <w:style w:type="paragraph" w:customStyle="1" w:styleId="DACD1547AD96422299E73993E803B01E">
    <w:name w:val="DACD1547AD96422299E73993E803B01E"/>
    <w:rsid w:val="00C61CE9"/>
    <w:pPr>
      <w:bidi/>
    </w:pPr>
  </w:style>
  <w:style w:type="character" w:customStyle="1" w:styleId="Heading1Char">
    <w:name w:val="Heading 1 Char"/>
    <w:basedOn w:val="DefaultParagraphFont"/>
    <w:link w:val="Heading1"/>
    <w:uiPriority w:val="9"/>
    <w:rsid w:val="00C61CE9"/>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C61CE9"/>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C61CE9"/>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C61CE9"/>
    <w:rPr>
      <w:color w:val="808080"/>
    </w:rPr>
  </w:style>
  <w:style w:type="paragraph" w:customStyle="1" w:styleId="BE4FF688E5384C37919FFDE7F1A3CDF7">
    <w:name w:val="BE4FF688E5384C37919FFDE7F1A3CDF7"/>
    <w:rsid w:val="00C61CE9"/>
    <w:pPr>
      <w:bidi/>
    </w:pPr>
  </w:style>
  <w:style w:type="paragraph" w:customStyle="1" w:styleId="92008C6CD3B6426C9473CDBE016CB86A">
    <w:name w:val="92008C6CD3B6426C9473CDBE016CB86A"/>
    <w:rsid w:val="00C61CE9"/>
    <w:pPr>
      <w:bidi/>
    </w:pPr>
  </w:style>
  <w:style w:type="paragraph" w:customStyle="1" w:styleId="EC83CEA3C35C49358F5BD23C557E36C4">
    <w:name w:val="EC83CEA3C35C49358F5BD23C557E36C4"/>
    <w:rsid w:val="00C61CE9"/>
    <w:pPr>
      <w:bidi/>
    </w:pPr>
  </w:style>
  <w:style w:type="paragraph" w:customStyle="1" w:styleId="6C319CA4F5B244899E658E4E1F05A075">
    <w:name w:val="6C319CA4F5B244899E658E4E1F05A075"/>
    <w:rsid w:val="00C61CE9"/>
    <w:pPr>
      <w:bidi/>
    </w:pPr>
  </w:style>
  <w:style w:type="paragraph" w:customStyle="1" w:styleId="17829018C763488FB9566B94695AD294">
    <w:name w:val="17829018C763488FB9566B94695AD294"/>
    <w:rsid w:val="00C61CE9"/>
    <w:pPr>
      <w:bidi/>
    </w:pPr>
  </w:style>
  <w:style w:type="paragraph" w:customStyle="1" w:styleId="0E0053ED8C414D5BBD078AE133CCBB4F">
    <w:name w:val="0E0053ED8C414D5BBD078AE133CCBB4F"/>
    <w:rsid w:val="00C61CE9"/>
    <w:pPr>
      <w:bidi/>
    </w:pPr>
  </w:style>
  <w:style w:type="paragraph" w:customStyle="1" w:styleId="4A5B3B8E78D747B8B596DDAEEF4D969B">
    <w:name w:val="4A5B3B8E78D747B8B596DDAEEF4D969B"/>
    <w:rsid w:val="00C61CE9"/>
    <w:pPr>
      <w:bidi/>
    </w:pPr>
  </w:style>
  <w:style w:type="paragraph" w:customStyle="1" w:styleId="4CD5AF9348674F229A934581E19AC44E">
    <w:name w:val="4CD5AF9348674F229A934581E19AC44E"/>
    <w:rsid w:val="00C61CE9"/>
    <w:pPr>
      <w:bidi/>
    </w:pPr>
  </w:style>
  <w:style w:type="paragraph" w:customStyle="1" w:styleId="422CD6F757574E7C9E4F720620C9B0BC">
    <w:name w:val="422CD6F757574E7C9E4F720620C9B0BC"/>
    <w:rsid w:val="00C61CE9"/>
    <w:pPr>
      <w:bidi/>
    </w:pPr>
  </w:style>
  <w:style w:type="paragraph" w:customStyle="1" w:styleId="647E9845A742481E965F5840240B1650">
    <w:name w:val="647E9845A742481E965F5840240B1650"/>
    <w:rsid w:val="00C61CE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14</TotalTime>
  <Pages>3</Pages>
  <Words>387</Words>
  <Characters>2208</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 SPECTRUM SENSING SYSTEM</dc:title>
  <dc:subject>   Prof Dr. Hazim Tawfik</dc:subject>
  <dc:creator>Activated User</dc:creator>
  <cp:keywords/>
  <dc:description/>
  <cp:lastModifiedBy>Omar Nasr</cp:lastModifiedBy>
  <cp:revision>6</cp:revision>
  <cp:lastPrinted>2011-08-18T21:39:00Z</cp:lastPrinted>
  <dcterms:created xsi:type="dcterms:W3CDTF">2011-08-21T20:41:00Z</dcterms:created>
  <dcterms:modified xsi:type="dcterms:W3CDTF">2011-09-19T07:40:00Z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